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76" w:rsidRPr="004730A7" w:rsidRDefault="009A4E76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A4E76" w:rsidRPr="004730A7" w:rsidRDefault="009A4E76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9A4E76" w:rsidRPr="004730A7" w:rsidRDefault="009A4E76" w:rsidP="005902AA">
      <w:pPr>
        <w:rPr>
          <w:rFonts w:ascii="Times New Roman" w:hAnsi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0"/>
        <w:gridCol w:w="1325"/>
        <w:gridCol w:w="6250"/>
      </w:tblGrid>
      <w:tr w:rsidR="009A4E76" w:rsidRPr="009F4CA4" w:rsidTr="00024C18">
        <w:trPr>
          <w:trHeight w:val="1255"/>
        </w:trPr>
        <w:tc>
          <w:tcPr>
            <w:tcW w:w="1050" w:type="dxa"/>
            <w:shd w:val="clear" w:color="auto" w:fill="D9D9D9"/>
            <w:vAlign w:val="center"/>
          </w:tcPr>
          <w:p w:rsidR="009A4E76" w:rsidRPr="004730A7" w:rsidRDefault="009A4E76" w:rsidP="00B6564B">
            <w:pPr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Sējuma</w:t>
            </w:r>
          </w:p>
          <w:p w:rsidR="009A4E76" w:rsidRPr="004730A7" w:rsidRDefault="009A4E76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Nr.</w:t>
            </w:r>
          </w:p>
        </w:tc>
        <w:tc>
          <w:tcPr>
            <w:tcW w:w="1325" w:type="dxa"/>
            <w:shd w:val="clear" w:color="auto" w:fill="D9D9D9"/>
            <w:vAlign w:val="center"/>
          </w:tcPr>
          <w:p w:rsidR="009A4E76" w:rsidRPr="004730A7" w:rsidRDefault="009A4E76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Marka</w:t>
            </w:r>
          </w:p>
        </w:tc>
        <w:tc>
          <w:tcPr>
            <w:tcW w:w="6250" w:type="dxa"/>
            <w:shd w:val="clear" w:color="auto" w:fill="D9D9D9"/>
            <w:vAlign w:val="center"/>
          </w:tcPr>
          <w:p w:rsidR="009A4E76" w:rsidRPr="004730A7" w:rsidRDefault="009A4E76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Nosaukums</w:t>
            </w:r>
          </w:p>
        </w:tc>
      </w:tr>
      <w:tr w:rsidR="009A4E76" w:rsidRPr="009F4CA4" w:rsidTr="00024C18">
        <w:trPr>
          <w:trHeight w:val="1361"/>
        </w:trPr>
        <w:tc>
          <w:tcPr>
            <w:tcW w:w="1050" w:type="dxa"/>
            <w:shd w:val="clear" w:color="auto" w:fill="FFFFFF"/>
            <w:vAlign w:val="center"/>
          </w:tcPr>
          <w:p w:rsidR="009A4E76" w:rsidRPr="004730A7" w:rsidRDefault="009A4E76" w:rsidP="00794E00">
            <w:pPr>
              <w:snapToGrid w:val="0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  <w:p w:rsidR="009A4E76" w:rsidRPr="004730A7" w:rsidRDefault="009A4E76" w:rsidP="00794E00">
            <w:pPr>
              <w:jc w:val="center"/>
              <w:rPr>
                <w:rFonts w:ascii="Times New Roman" w:hAnsi="Times New Roman"/>
              </w:rPr>
            </w:pPr>
          </w:p>
          <w:p w:rsidR="009A4E76" w:rsidRPr="004730A7" w:rsidRDefault="009A4E76" w:rsidP="00794E00">
            <w:pPr>
              <w:jc w:val="center"/>
              <w:rPr>
                <w:rFonts w:ascii="Times New Roman" w:hAnsi="Times New Roman"/>
              </w:rPr>
            </w:pPr>
          </w:p>
          <w:p w:rsidR="009A4E76" w:rsidRPr="004730A7" w:rsidRDefault="009A4E76" w:rsidP="00794E00">
            <w:pPr>
              <w:jc w:val="center"/>
              <w:rPr>
                <w:rFonts w:ascii="Times New Roman" w:hAnsi="Times New Roman"/>
              </w:rPr>
            </w:pPr>
            <w:r w:rsidRPr="004730A7">
              <w:rPr>
                <w:rFonts w:ascii="Times New Roman" w:hAnsi="Times New Roman"/>
              </w:rPr>
              <w:t>I</w:t>
            </w:r>
          </w:p>
          <w:p w:rsidR="009A4E76" w:rsidRPr="004730A7" w:rsidRDefault="009A4E76" w:rsidP="00794E00">
            <w:pPr>
              <w:jc w:val="center"/>
              <w:rPr>
                <w:rFonts w:ascii="Times New Roman" w:hAnsi="Times New Roman"/>
              </w:rPr>
            </w:pPr>
          </w:p>
          <w:p w:rsidR="009A4E76" w:rsidRPr="004730A7" w:rsidRDefault="009A4E76" w:rsidP="00794E00">
            <w:pPr>
              <w:jc w:val="center"/>
              <w:rPr>
                <w:rFonts w:ascii="Times New Roman" w:hAnsi="Times New Roman"/>
              </w:rPr>
            </w:pPr>
          </w:p>
          <w:p w:rsidR="009A4E76" w:rsidRPr="004730A7" w:rsidRDefault="009A4E76" w:rsidP="00794E00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:rsidR="009A4E76" w:rsidRPr="004730A7" w:rsidRDefault="009A4E76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Pr="004730A7">
              <w:rPr>
                <w:kern w:val="2"/>
                <w:lang w:eastAsia="ar-SA"/>
              </w:rPr>
              <w:t xml:space="preserve"> </w:t>
            </w:r>
          </w:p>
          <w:p w:rsidR="009A4E76" w:rsidRPr="004730A7" w:rsidRDefault="009A4E76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 w:rsidRPr="004730A7">
              <w:rPr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shd w:val="clear" w:color="auto" w:fill="FFFFFF"/>
            <w:vAlign w:val="center"/>
          </w:tcPr>
          <w:p w:rsidR="009A4E76" w:rsidRPr="004730A7" w:rsidRDefault="009A4E76" w:rsidP="00794E00">
            <w:pPr>
              <w:jc w:val="center"/>
              <w:rPr>
                <w:rFonts w:ascii="Times New Roman" w:hAnsi="Times New Roman"/>
                <w:caps/>
              </w:rPr>
            </w:pPr>
          </w:p>
          <w:p w:rsidR="009A4E76" w:rsidRPr="009F4CA4" w:rsidRDefault="009A4E76" w:rsidP="00A91661">
            <w:pPr>
              <w:rPr>
                <w:rFonts w:ascii="Times New Roman" w:hAnsi="Times New Roman"/>
              </w:rPr>
            </w:pPr>
          </w:p>
          <w:p w:rsidR="009A4E76" w:rsidRPr="009F4CA4" w:rsidRDefault="009A4E76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Vispārīgā daļa.</w:t>
            </w:r>
          </w:p>
          <w:p w:rsidR="009A4E76" w:rsidRPr="009F4CA4" w:rsidRDefault="009A4E76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 xml:space="preserve">Būvkonstrukcijas risinājumi. </w:t>
            </w:r>
          </w:p>
          <w:p w:rsidR="009A4E76" w:rsidRPr="009F4CA4" w:rsidRDefault="009A4E76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Fotofiksācija.</w:t>
            </w:r>
          </w:p>
          <w:p w:rsidR="009A4E76" w:rsidRPr="009F4CA4" w:rsidRDefault="009A4E76" w:rsidP="00A91661">
            <w:pPr>
              <w:rPr>
                <w:rFonts w:ascii="Times New Roman" w:hAnsi="Times New Roman"/>
              </w:rPr>
            </w:pPr>
          </w:p>
          <w:p w:rsidR="009A4E76" w:rsidRPr="004730A7" w:rsidRDefault="009A4E76" w:rsidP="00A91661">
            <w:pPr>
              <w:rPr>
                <w:rFonts w:ascii="Times New Roman" w:hAnsi="Times New Roman"/>
                <w:kern w:val="2"/>
                <w:lang w:eastAsia="ar-SA"/>
              </w:rPr>
            </w:pPr>
          </w:p>
        </w:tc>
      </w:tr>
    </w:tbl>
    <w:p w:rsidR="009A4E76" w:rsidRPr="004730A7" w:rsidRDefault="009A4E76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A4E76" w:rsidRPr="004730A7" w:rsidRDefault="009A4E76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9A4E76" w:rsidRPr="004730A7" w:rsidSect="009F0A85">
      <w:headerReference w:type="default" r:id="rId7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E76" w:rsidRDefault="009A4E76" w:rsidP="006D738C">
      <w:r>
        <w:separator/>
      </w:r>
    </w:p>
  </w:endnote>
  <w:endnote w:type="continuationSeparator" w:id="0">
    <w:p w:rsidR="009A4E76" w:rsidRDefault="009A4E76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E76" w:rsidRDefault="009A4E76" w:rsidP="006D738C">
      <w:r>
        <w:separator/>
      </w:r>
    </w:p>
  </w:footnote>
  <w:footnote w:type="continuationSeparator" w:id="0">
    <w:p w:rsidR="009A4E76" w:rsidRDefault="009A4E76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76" w:rsidRPr="004730A7" w:rsidRDefault="009A4E76" w:rsidP="00A91661">
    <w:pPr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ab/>
    </w:r>
    <w:r w:rsidRPr="00A640E2">
      <w:rPr>
        <w:rFonts w:ascii="Times New Roman" w:hAnsi="Times New Roman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9A4E76" w:rsidRPr="004730A7" w:rsidRDefault="009A4E76" w:rsidP="00A91661">
    <w:pPr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/>
        <w:sz w:val="16"/>
        <w:szCs w:val="16"/>
      </w:rPr>
      <w:t>SIA "NeoForm"</w:t>
    </w:r>
  </w:p>
  <w:p w:rsidR="009A4E76" w:rsidRPr="004730A7" w:rsidRDefault="009A4E76" w:rsidP="00A91661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/>
        <w:sz w:val="16"/>
        <w:szCs w:val="16"/>
      </w:rPr>
      <w:t>41503072336</w:t>
    </w:r>
    <w:r w:rsidRPr="004730A7">
      <w:rPr>
        <w:rFonts w:ascii="Times New Roman" w:hAnsi="Times New Roman"/>
        <w:spacing w:val="2"/>
        <w:sz w:val="16"/>
        <w:szCs w:val="16"/>
      </w:rPr>
      <w:t>,</w:t>
    </w:r>
  </w:p>
  <w:p w:rsidR="009A4E76" w:rsidRPr="004730A7" w:rsidRDefault="009A4E76" w:rsidP="00A91661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z w:val="16"/>
        <w:szCs w:val="16"/>
      </w:rPr>
      <w:t>Būvkomersanta reģistrācijas Nr. 12494</w:t>
    </w:r>
  </w:p>
  <w:p w:rsidR="009A4E76" w:rsidRDefault="009A4E76" w:rsidP="009A6F38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“dzīvojamās mājas JāTNIKU iela 80, Daugavpilī, bēniņu </w:t>
    </w:r>
  </w:p>
  <w:p w:rsidR="009A4E76" w:rsidRDefault="009A4E76" w:rsidP="009A6F38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pārseguma SILTINĀŠANA”</w:t>
    </w:r>
  </w:p>
  <w:p w:rsidR="009A4E76" w:rsidRDefault="009A4E76" w:rsidP="009A6F38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adrese: JāTNIEKU iela 80, Daugavpils, LV-5401, Latvija,</w:t>
    </w:r>
  </w:p>
  <w:p w:rsidR="009A4E76" w:rsidRDefault="009A4E76" w:rsidP="009A6F38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>
      <w:t>BŪVES KADASTRA APZĪMĒJUMS:</w:t>
    </w:r>
    <w:r>
      <w:rPr>
        <w:rFonts w:ascii="Tahoma" w:hAnsi="Tahoma" w:cs="Tahoma"/>
        <w:sz w:val="18"/>
        <w:szCs w:val="18"/>
      </w:rPr>
      <w:t xml:space="preserve"> </w:t>
    </w:r>
    <w:r>
      <w:rPr>
        <w:lang w:eastAsia="ar-SA"/>
      </w:rPr>
      <w:t>05000051831001</w:t>
    </w:r>
    <w:r w:rsidRPr="006969C1">
      <w:t>.</w:t>
    </w:r>
  </w:p>
  <w:p w:rsidR="009A4E76" w:rsidRDefault="009A4E76" w:rsidP="00B26EF4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6969C1">
      <w:t>.</w:t>
    </w:r>
  </w:p>
  <w:p w:rsidR="009A4E76" w:rsidRPr="00220082" w:rsidRDefault="009A4E76" w:rsidP="00B26EF4">
    <w:pPr>
      <w:pStyle w:val="Header"/>
      <w:jc w:val="right"/>
      <w:rPr>
        <w:rFonts w:ascii="ISOCPEUR" w:hAnsi="ISOCPEU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7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2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F5BB5"/>
    <w:rsid w:val="00101380"/>
    <w:rsid w:val="001178D9"/>
    <w:rsid w:val="0013183F"/>
    <w:rsid w:val="001425B0"/>
    <w:rsid w:val="00151673"/>
    <w:rsid w:val="001852C2"/>
    <w:rsid w:val="001A261C"/>
    <w:rsid w:val="001B17BE"/>
    <w:rsid w:val="001D0799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611F6"/>
    <w:rsid w:val="002706F9"/>
    <w:rsid w:val="00270875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83593"/>
    <w:rsid w:val="00385AA9"/>
    <w:rsid w:val="003A3513"/>
    <w:rsid w:val="003A7C66"/>
    <w:rsid w:val="003E24C5"/>
    <w:rsid w:val="003E58AC"/>
    <w:rsid w:val="004104D4"/>
    <w:rsid w:val="00421C03"/>
    <w:rsid w:val="00423EBF"/>
    <w:rsid w:val="0042600F"/>
    <w:rsid w:val="004409DF"/>
    <w:rsid w:val="00467534"/>
    <w:rsid w:val="004730A7"/>
    <w:rsid w:val="004A4054"/>
    <w:rsid w:val="004B1301"/>
    <w:rsid w:val="004B23FB"/>
    <w:rsid w:val="004C776E"/>
    <w:rsid w:val="004D0CC0"/>
    <w:rsid w:val="004D15CB"/>
    <w:rsid w:val="004E05FA"/>
    <w:rsid w:val="004E27A7"/>
    <w:rsid w:val="004E41F4"/>
    <w:rsid w:val="0050649F"/>
    <w:rsid w:val="00510AB1"/>
    <w:rsid w:val="005154B8"/>
    <w:rsid w:val="00543A8C"/>
    <w:rsid w:val="00553B18"/>
    <w:rsid w:val="005704C9"/>
    <w:rsid w:val="00572F6C"/>
    <w:rsid w:val="0057425D"/>
    <w:rsid w:val="005902AA"/>
    <w:rsid w:val="005E2F39"/>
    <w:rsid w:val="005E38D8"/>
    <w:rsid w:val="005E7165"/>
    <w:rsid w:val="0060334D"/>
    <w:rsid w:val="00604636"/>
    <w:rsid w:val="00606B5F"/>
    <w:rsid w:val="00611EFA"/>
    <w:rsid w:val="00634331"/>
    <w:rsid w:val="0064334F"/>
    <w:rsid w:val="006436AE"/>
    <w:rsid w:val="00646C52"/>
    <w:rsid w:val="006719D7"/>
    <w:rsid w:val="006803B4"/>
    <w:rsid w:val="006842D8"/>
    <w:rsid w:val="00694846"/>
    <w:rsid w:val="00695A82"/>
    <w:rsid w:val="00695EA7"/>
    <w:rsid w:val="006969C1"/>
    <w:rsid w:val="006B4AD7"/>
    <w:rsid w:val="006D5CEF"/>
    <w:rsid w:val="006D738C"/>
    <w:rsid w:val="006F1ECA"/>
    <w:rsid w:val="00711091"/>
    <w:rsid w:val="00733182"/>
    <w:rsid w:val="00756F17"/>
    <w:rsid w:val="00761A28"/>
    <w:rsid w:val="00763E6D"/>
    <w:rsid w:val="007829EB"/>
    <w:rsid w:val="00794E00"/>
    <w:rsid w:val="007A295B"/>
    <w:rsid w:val="007A2E8A"/>
    <w:rsid w:val="007A7C41"/>
    <w:rsid w:val="007D1E80"/>
    <w:rsid w:val="007F1322"/>
    <w:rsid w:val="00801285"/>
    <w:rsid w:val="008160AC"/>
    <w:rsid w:val="00820732"/>
    <w:rsid w:val="00825485"/>
    <w:rsid w:val="00825AE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6462"/>
    <w:rsid w:val="00921F16"/>
    <w:rsid w:val="00924CBD"/>
    <w:rsid w:val="0093185A"/>
    <w:rsid w:val="009409FA"/>
    <w:rsid w:val="00971837"/>
    <w:rsid w:val="00986C95"/>
    <w:rsid w:val="009A4E76"/>
    <w:rsid w:val="009A52EE"/>
    <w:rsid w:val="009A6F38"/>
    <w:rsid w:val="009B32A8"/>
    <w:rsid w:val="009C4E0B"/>
    <w:rsid w:val="009C563A"/>
    <w:rsid w:val="009C5C97"/>
    <w:rsid w:val="009E3ABC"/>
    <w:rsid w:val="009E4395"/>
    <w:rsid w:val="009F0A85"/>
    <w:rsid w:val="009F1080"/>
    <w:rsid w:val="009F4CA4"/>
    <w:rsid w:val="009F67B8"/>
    <w:rsid w:val="00A00428"/>
    <w:rsid w:val="00A005D6"/>
    <w:rsid w:val="00A03BE7"/>
    <w:rsid w:val="00A112AB"/>
    <w:rsid w:val="00A23304"/>
    <w:rsid w:val="00A4589F"/>
    <w:rsid w:val="00A54F20"/>
    <w:rsid w:val="00A640E2"/>
    <w:rsid w:val="00A740C9"/>
    <w:rsid w:val="00A825EB"/>
    <w:rsid w:val="00A82A35"/>
    <w:rsid w:val="00A91661"/>
    <w:rsid w:val="00A94051"/>
    <w:rsid w:val="00AC0E3E"/>
    <w:rsid w:val="00AC1953"/>
    <w:rsid w:val="00AF5E3E"/>
    <w:rsid w:val="00B00835"/>
    <w:rsid w:val="00B11871"/>
    <w:rsid w:val="00B26EF4"/>
    <w:rsid w:val="00B64764"/>
    <w:rsid w:val="00B6564B"/>
    <w:rsid w:val="00B865AA"/>
    <w:rsid w:val="00B92B2F"/>
    <w:rsid w:val="00BA2C4A"/>
    <w:rsid w:val="00BB6BD7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1AF9"/>
    <w:rsid w:val="00CA2DD9"/>
    <w:rsid w:val="00CB23FC"/>
    <w:rsid w:val="00CB640A"/>
    <w:rsid w:val="00CD0435"/>
    <w:rsid w:val="00CD5ABC"/>
    <w:rsid w:val="00CD62F5"/>
    <w:rsid w:val="00CE65F0"/>
    <w:rsid w:val="00D20663"/>
    <w:rsid w:val="00D24E57"/>
    <w:rsid w:val="00D53670"/>
    <w:rsid w:val="00D546DB"/>
    <w:rsid w:val="00D54EBF"/>
    <w:rsid w:val="00D8367E"/>
    <w:rsid w:val="00D87563"/>
    <w:rsid w:val="00DC38C7"/>
    <w:rsid w:val="00DE45ED"/>
    <w:rsid w:val="00DE6C9E"/>
    <w:rsid w:val="00DF0DE6"/>
    <w:rsid w:val="00DF15F5"/>
    <w:rsid w:val="00E11F49"/>
    <w:rsid w:val="00E176B9"/>
    <w:rsid w:val="00E216A5"/>
    <w:rsid w:val="00E22960"/>
    <w:rsid w:val="00E2468A"/>
    <w:rsid w:val="00E45971"/>
    <w:rsid w:val="00E55D89"/>
    <w:rsid w:val="00E56BD9"/>
    <w:rsid w:val="00E95EF4"/>
    <w:rsid w:val="00EA5217"/>
    <w:rsid w:val="00ED5B7D"/>
    <w:rsid w:val="00EE440E"/>
    <w:rsid w:val="00EF23BE"/>
    <w:rsid w:val="00F02697"/>
    <w:rsid w:val="00F041F5"/>
    <w:rsid w:val="00F13A4D"/>
    <w:rsid w:val="00F24CC9"/>
    <w:rsid w:val="00F309BA"/>
    <w:rsid w:val="00F3489C"/>
    <w:rsid w:val="00F4520F"/>
    <w:rsid w:val="00F5000D"/>
    <w:rsid w:val="00F55B34"/>
    <w:rsid w:val="00F614CC"/>
    <w:rsid w:val="00F62419"/>
    <w:rsid w:val="00F63AF6"/>
    <w:rsid w:val="00F9186D"/>
    <w:rsid w:val="00F95EAA"/>
    <w:rsid w:val="00FA56DF"/>
    <w:rsid w:val="00FC19CE"/>
    <w:rsid w:val="00FC2F6F"/>
    <w:rsid w:val="00FE2329"/>
    <w:rsid w:val="00FE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paragraph" w:styleId="Heading2">
    <w:name w:val="heading 2"/>
    <w:basedOn w:val="Normal"/>
    <w:link w:val="Heading2Char"/>
    <w:uiPriority w:val="9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55B34"/>
    <w:rPr>
      <w:rFonts w:ascii="Times New Roman" w:hAnsi="Times New Roman" w:cs="Times New Roman"/>
      <w:b/>
      <w:bCs/>
      <w:sz w:val="36"/>
      <w:szCs w:val="36"/>
      <w:lang w:eastAsia="lv-LV"/>
    </w:rPr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902AA"/>
    <w:pPr>
      <w:suppressAutoHyphens/>
      <w:autoSpaceDN w:val="0"/>
    </w:pPr>
    <w:rPr>
      <w:rFonts w:ascii="Times New Roman" w:eastAsia="Times New Roman" w:hAnsi="Times New Roman"/>
      <w:kern w:val="3"/>
      <w:sz w:val="20"/>
      <w:szCs w:val="20"/>
      <w:lang w:val="lv-LV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8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72</Words>
  <Characters>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</dc:title>
  <dc:subject/>
  <dc:creator>MarikaK</dc:creator>
  <cp:keywords/>
  <dc:description/>
  <cp:lastModifiedBy>user</cp:lastModifiedBy>
  <cp:revision>3</cp:revision>
  <cp:lastPrinted>2019-07-31T00:17:00Z</cp:lastPrinted>
  <dcterms:created xsi:type="dcterms:W3CDTF">2024-06-27T10:27:00Z</dcterms:created>
  <dcterms:modified xsi:type="dcterms:W3CDTF">2024-12-05T11:00:00Z</dcterms:modified>
</cp:coreProperties>
</file>